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9F23AB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9F23AB">
        <w:t>na</w:t>
      </w:r>
      <w:proofErr w:type="gramEnd"/>
      <w:r w:rsidRPr="009F23AB">
        <w:rPr>
          <w:bCs/>
        </w:rPr>
        <w:t xml:space="preserve">: </w:t>
      </w:r>
      <w:r w:rsidRPr="009F23AB">
        <w:rPr>
          <w:b/>
        </w:rPr>
        <w:t>„</w:t>
      </w:r>
      <w:r w:rsidR="009F23AB" w:rsidRPr="009F23AB">
        <w:rPr>
          <w:b/>
        </w:rPr>
        <w:t>Nákup brzdového obložení DIAFRIKT S3 pro kolejová vozidla MUV 69</w:t>
      </w:r>
      <w:r w:rsidRPr="009F23AB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9F23AB" w:rsidRPr="000C1BBB" w:rsidRDefault="009F23AB" w:rsidP="009F23A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t>Formulář ČP o splnění základní způsobilosti</w:t>
      </w:r>
    </w:p>
    <w:p w:rsidR="009F23AB" w:rsidRPr="000C1BBB" w:rsidRDefault="009F23AB" w:rsidP="009F23A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</w:p>
    <w:p w:rsidR="009F23AB" w:rsidRPr="000C1BBB" w:rsidRDefault="009F23AB" w:rsidP="009F23A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Návrh kupní smlouvy</w:t>
      </w:r>
    </w:p>
    <w:p w:rsidR="009F23AB" w:rsidRPr="000C1BBB" w:rsidRDefault="00F63164" w:rsidP="009F23A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Čestné prohlášení k Registru smluv</w:t>
      </w:r>
    </w:p>
    <w:p w:rsidR="009F23AB" w:rsidRPr="000C1BBB" w:rsidRDefault="009F23AB" w:rsidP="009F23A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9F23AB">
        <w:t xml:space="preserve">realizaci akce </w:t>
      </w:r>
      <w:r w:rsidRPr="009F23AB">
        <w:rPr>
          <w:b/>
        </w:rPr>
        <w:t>„</w:t>
      </w:r>
      <w:r w:rsidR="009F23AB" w:rsidRPr="009F23AB">
        <w:rPr>
          <w:b/>
        </w:rPr>
        <w:t>Nákup brzdového obložení DIAFRIKT S3 pro kolejová vozidla MUV 69</w:t>
      </w:r>
      <w:r w:rsidRPr="009F23AB">
        <w:rPr>
          <w:b/>
        </w:rPr>
        <w:t xml:space="preserve">“ </w:t>
      </w:r>
      <w:r w:rsidRPr="00F05536">
        <w:t>za t</w:t>
      </w:r>
      <w:r w:rsidR="009F23AB">
        <w:t xml:space="preserve">uto nabídkovou </w:t>
      </w:r>
      <w:proofErr w:type="gramStart"/>
      <w:r w:rsidR="009F23AB">
        <w:t xml:space="preserve">cenu </w:t>
      </w:r>
      <w:r w:rsidRPr="00F05536">
        <w:t>:</w:t>
      </w:r>
      <w:proofErr w:type="gramEnd"/>
    </w:p>
    <w:p w:rsidR="009F23AB" w:rsidRPr="00A9770F" w:rsidRDefault="009F23AB" w:rsidP="009F23AB">
      <w:pPr>
        <w:tabs>
          <w:tab w:val="right" w:pos="7797"/>
        </w:tabs>
        <w:autoSpaceDE w:val="0"/>
        <w:autoSpaceDN w:val="0"/>
        <w:spacing w:before="240" w:after="120" w:line="240" w:lineRule="auto"/>
        <w:ind w:left="284"/>
        <w:rPr>
          <w:b/>
          <w:bCs/>
        </w:rPr>
      </w:pPr>
      <w:r>
        <w:rPr>
          <w:b/>
          <w:bCs/>
        </w:rPr>
        <w:t>N</w:t>
      </w:r>
      <w:r w:rsidRPr="00895051">
        <w:rPr>
          <w:b/>
          <w:bCs/>
        </w:rPr>
        <w:t xml:space="preserve">abídková cena </w:t>
      </w:r>
      <w:r>
        <w:rPr>
          <w:b/>
          <w:bCs/>
        </w:rPr>
        <w:t xml:space="preserve">za 1 ks </w:t>
      </w:r>
      <w:r w:rsidRPr="00895051">
        <w:rPr>
          <w:b/>
          <w:bCs/>
        </w:rPr>
        <w:t xml:space="preserve">bez DPH:             </w:t>
      </w:r>
      <w:r>
        <w:rPr>
          <w:b/>
          <w:bCs/>
        </w:rPr>
        <w:tab/>
      </w:r>
      <w:r w:rsidRPr="00895051">
        <w:rPr>
          <w:b/>
          <w:bCs/>
        </w:rPr>
        <w:t xml:space="preserve"> ……………… Kč</w:t>
      </w:r>
    </w:p>
    <w:p w:rsidR="009F23AB" w:rsidRPr="00F05536" w:rsidRDefault="009F23AB" w:rsidP="009F23AB">
      <w:pPr>
        <w:autoSpaceDE w:val="0"/>
        <w:autoSpaceDN w:val="0"/>
        <w:spacing w:before="24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</w:t>
      </w:r>
      <w:r>
        <w:rPr>
          <w:b/>
          <w:bCs/>
        </w:rPr>
        <w:t xml:space="preserve">ková cena za 200 ks bez DPH:            </w:t>
      </w:r>
      <w:r>
        <w:rPr>
          <w:b/>
          <w:bCs/>
        </w:rPr>
        <w:tab/>
      </w:r>
      <w:r>
        <w:rPr>
          <w:b/>
          <w:bCs/>
        </w:rPr>
        <w:tab/>
      </w:r>
      <w:r w:rsidRPr="00F05536">
        <w:rPr>
          <w:b/>
          <w:bCs/>
        </w:rPr>
        <w:t>……………… Kč</w:t>
      </w:r>
    </w:p>
    <w:p w:rsidR="009F23AB" w:rsidRPr="00F05536" w:rsidRDefault="009F23AB" w:rsidP="009F23AB">
      <w:pPr>
        <w:autoSpaceDE w:val="0"/>
        <w:autoSpaceDN w:val="0"/>
        <w:spacing w:before="24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 w:rsidRPr="00F05536">
        <w:rPr>
          <w:b/>
          <w:bCs/>
        </w:rPr>
        <w:t>……………… Kč</w:t>
      </w:r>
    </w:p>
    <w:p w:rsidR="009F23AB" w:rsidRPr="00F05536" w:rsidRDefault="009F23AB" w:rsidP="009F23AB">
      <w:pPr>
        <w:autoSpaceDE w:val="0"/>
        <w:autoSpaceDN w:val="0"/>
        <w:spacing w:before="240" w:after="0" w:line="240" w:lineRule="auto"/>
        <w:ind w:left="284"/>
      </w:pPr>
      <w:r w:rsidRPr="00F05536">
        <w:rPr>
          <w:b/>
          <w:bCs/>
        </w:rPr>
        <w:t>Celková nabídková cena</w:t>
      </w:r>
      <w:r w:rsidR="004815A0">
        <w:rPr>
          <w:b/>
          <w:bCs/>
        </w:rPr>
        <w:t xml:space="preserve"> za 200 ks</w:t>
      </w:r>
      <w:r w:rsidRPr="00F05536">
        <w:rPr>
          <w:b/>
          <w:bCs/>
        </w:rPr>
        <w:t xml:space="preserve"> </w:t>
      </w:r>
      <w:r>
        <w:rPr>
          <w:b/>
          <w:bCs/>
        </w:rPr>
        <w:t xml:space="preserve">včetně DPH        </w:t>
      </w:r>
      <w:r w:rsidRPr="00F05536">
        <w:rPr>
          <w:b/>
          <w:bCs/>
        </w:rPr>
        <w:t xml:space="preserve"> </w:t>
      </w:r>
      <w:r w:rsidR="004815A0">
        <w:rPr>
          <w:b/>
          <w:bCs/>
        </w:rPr>
        <w:tab/>
      </w:r>
      <w:r w:rsidR="004815A0">
        <w:rPr>
          <w:b/>
          <w:bCs/>
        </w:rPr>
        <w:tab/>
      </w:r>
      <w:bookmarkStart w:id="0" w:name="_GoBack"/>
      <w:bookmarkEnd w:id="0"/>
      <w:r w:rsidRPr="00F05536">
        <w:rPr>
          <w:b/>
          <w:bCs/>
        </w:rPr>
        <w:t>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9F23AB">
        <w:t xml:space="preserve">kupní </w:t>
      </w:r>
      <w:r w:rsidR="009F23AB" w:rsidRPr="009F23AB">
        <w:t>smlouvy</w:t>
      </w:r>
      <w:r w:rsidRPr="009F23AB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9F23AB" w:rsidRPr="00A9770F" w:rsidRDefault="00374707" w:rsidP="009F23AB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145FC0">
        <w:rPr>
          <w:b/>
        </w:rPr>
        <w:t>duben</w:t>
      </w:r>
      <w:r w:rsidR="009F23AB" w:rsidRPr="00A9770F">
        <w:rPr>
          <w:b/>
        </w:rPr>
        <w:t xml:space="preserve"> 2021 – </w:t>
      </w:r>
      <w:r w:rsidR="009F23AB" w:rsidRPr="00A9770F">
        <w:t>ihned po nabytí účinnosti kupní smlouvy uveřejněním</w:t>
      </w:r>
    </w:p>
    <w:p w:rsidR="009F23AB" w:rsidRPr="00A9770F" w:rsidRDefault="009F23AB" w:rsidP="009F23AB">
      <w:pPr>
        <w:pStyle w:val="Zhlav"/>
        <w:tabs>
          <w:tab w:val="clear" w:pos="4536"/>
          <w:tab w:val="left" w:pos="1843"/>
        </w:tabs>
        <w:ind w:left="284"/>
      </w:pPr>
      <w:r w:rsidRPr="00A9770F">
        <w:tab/>
        <w:t xml:space="preserve">                    v registru smluv</w:t>
      </w:r>
    </w:p>
    <w:p w:rsidR="009F23AB" w:rsidRPr="00A9770F" w:rsidRDefault="009F23AB" w:rsidP="009F23AB">
      <w:pPr>
        <w:pStyle w:val="Zhlav"/>
        <w:tabs>
          <w:tab w:val="clear" w:pos="4536"/>
          <w:tab w:val="left" w:pos="1843"/>
        </w:tabs>
        <w:ind w:left="284"/>
      </w:pPr>
    </w:p>
    <w:p w:rsidR="00374707" w:rsidRPr="007364DE" w:rsidRDefault="009F23AB" w:rsidP="009F23AB">
      <w:pPr>
        <w:pStyle w:val="Zhlav"/>
        <w:tabs>
          <w:tab w:val="clear" w:pos="4536"/>
          <w:tab w:val="left" w:pos="1843"/>
        </w:tabs>
        <w:ind w:left="284"/>
      </w:pPr>
      <w:r w:rsidRPr="00A9770F">
        <w:t xml:space="preserve">Ukončení díla: </w:t>
      </w:r>
      <w:r w:rsidRPr="00A9770F">
        <w:rPr>
          <w:b/>
        </w:rPr>
        <w:t>30. září 2021</w:t>
      </w:r>
      <w:r w:rsidRPr="00A9770F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9F23AB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</w:t>
      </w:r>
      <w:r w:rsidR="009F23AB">
        <w:t>vybrána a bude uzavřena kupní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15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15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15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15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45FC0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15A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040A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23AB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3164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BDBBDC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F23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23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23A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65AFF1-95D0-4335-BD88-188FEE9F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470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3</cp:revision>
  <cp:lastPrinted>2017-11-28T17:18:00Z</cp:lastPrinted>
  <dcterms:created xsi:type="dcterms:W3CDTF">2021-03-18T10:37:00Z</dcterms:created>
  <dcterms:modified xsi:type="dcterms:W3CDTF">2021-03-18T13:15:00Z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